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A5" w:rsidRDefault="00A42EA5"/>
    <w:p w:rsidR="00CD4C0A" w:rsidRDefault="00955464" w:rsidP="00D2134E">
      <w:pPr>
        <w:rPr>
          <w:rFonts w:ascii="Arial-BoldMT" w:hAnsi="Arial-BoldMT" w:cs="Arial-BoldMT"/>
          <w:b/>
          <w:bCs/>
          <w:lang w:bidi="he-IL"/>
        </w:rPr>
      </w:pPr>
      <w:r>
        <w:t xml:space="preserve"> </w:t>
      </w:r>
    </w:p>
    <w:p w:rsidR="00CD4C0A" w:rsidRDefault="00CD4C0A" w:rsidP="0009522F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lang w:bidi="he-IL"/>
        </w:rPr>
      </w:pPr>
    </w:p>
    <w:p w:rsidR="0009522F" w:rsidRDefault="0009522F" w:rsidP="0009522F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lang w:bidi="he-IL"/>
        </w:rPr>
      </w:pPr>
      <w:r>
        <w:rPr>
          <w:rFonts w:ascii="Arial-BoldMT" w:hAnsi="Arial-BoldMT" w:cs="Arial-BoldMT"/>
          <w:b/>
          <w:bCs/>
          <w:lang w:bidi="he-IL"/>
        </w:rPr>
        <w:t>Bestätigung des Trägers über ehrenamtliche Tätigkeit zwecks Beantragung eines</w:t>
      </w:r>
    </w:p>
    <w:p w:rsidR="0009522F" w:rsidRDefault="00413C1D" w:rsidP="0009522F">
      <w:pPr>
        <w:tabs>
          <w:tab w:val="left" w:pos="5103"/>
          <w:tab w:val="left" w:pos="7230"/>
          <w:tab w:val="right" w:pos="9639"/>
        </w:tabs>
        <w:jc w:val="center"/>
        <w:rPr>
          <w:rFonts w:ascii="Arial-BoldMT" w:hAnsi="Arial-BoldMT" w:cs="Arial-BoldMT"/>
          <w:b/>
          <w:bCs/>
          <w:lang w:bidi="he-IL"/>
        </w:rPr>
      </w:pPr>
      <w:r>
        <w:rPr>
          <w:rFonts w:ascii="Arial-BoldMT" w:hAnsi="Arial-BoldMT" w:cs="Arial-BoldMT"/>
          <w:b/>
          <w:bCs/>
          <w:lang w:bidi="he-IL"/>
        </w:rPr>
        <w:t>erweiterten</w:t>
      </w:r>
      <w:r w:rsidR="0009522F">
        <w:rPr>
          <w:rFonts w:ascii="Arial-BoldMT" w:hAnsi="Arial-BoldMT" w:cs="Arial-BoldMT"/>
          <w:b/>
          <w:bCs/>
          <w:lang w:bidi="he-IL"/>
        </w:rPr>
        <w:t xml:space="preserve"> Führungszeugnisses</w:t>
      </w:r>
    </w:p>
    <w:p w:rsidR="0009522F" w:rsidRDefault="0009522F" w:rsidP="0009522F">
      <w:pPr>
        <w:tabs>
          <w:tab w:val="left" w:pos="5103"/>
          <w:tab w:val="left" w:pos="7230"/>
          <w:tab w:val="right" w:pos="9639"/>
        </w:tabs>
        <w:jc w:val="center"/>
        <w:rPr>
          <w:rFonts w:ascii="Arial-BoldMT" w:hAnsi="Arial-BoldMT" w:cs="Arial-BoldMT"/>
          <w:b/>
          <w:bCs/>
          <w:lang w:bidi="he-IL"/>
        </w:rPr>
      </w:pPr>
    </w:p>
    <w:p w:rsidR="00305B8C" w:rsidRDefault="00305B8C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Frau / Herr</w:t>
      </w:r>
      <w:r w:rsidR="00A42EA5">
        <w:rPr>
          <w:rFonts w:ascii="TimesNewRomanPSMT" w:hAnsi="TimesNewRomanPSMT" w:cs="TimesNewRomanPSMT"/>
          <w:lang w:bidi="he-IL"/>
        </w:rPr>
        <w:tab/>
      </w:r>
    </w:p>
    <w:p w:rsidR="00E721FE" w:rsidRDefault="00E721FE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E721FE" w:rsidRDefault="00E721FE" w:rsidP="00D2134E">
      <w:pPr>
        <w:tabs>
          <w:tab w:val="left" w:pos="2410"/>
          <w:tab w:val="left" w:pos="7106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Geb</w:t>
      </w:r>
      <w:r w:rsidR="00CD4C0A">
        <w:rPr>
          <w:rFonts w:ascii="TimesNewRomanPSMT" w:hAnsi="TimesNewRomanPSMT" w:cs="TimesNewRomanPSMT"/>
          <w:lang w:bidi="he-IL"/>
        </w:rPr>
        <w:t>.</w:t>
      </w:r>
      <w:r>
        <w:rPr>
          <w:rFonts w:ascii="TimesNewRomanPSMT" w:hAnsi="TimesNewRomanPSMT" w:cs="TimesNewRomanPSMT"/>
          <w:lang w:bidi="he-IL"/>
        </w:rPr>
        <w:t xml:space="preserve"> am</w:t>
      </w:r>
      <w:r w:rsidR="00CD4C0A">
        <w:rPr>
          <w:rFonts w:ascii="TimesNewRomanPSMT" w:hAnsi="TimesNewRomanPSMT" w:cs="TimesNewRomanPSMT"/>
          <w:lang w:bidi="he-IL"/>
        </w:rPr>
        <w:t>:</w:t>
      </w:r>
      <w:r>
        <w:rPr>
          <w:rFonts w:ascii="TimesNewRomanPSMT" w:hAnsi="TimesNewRomanPSMT" w:cs="TimesNewRomanPSMT"/>
          <w:lang w:bidi="he-IL"/>
        </w:rPr>
        <w:tab/>
      </w:r>
      <w:r w:rsidR="00D2134E">
        <w:rPr>
          <w:rFonts w:ascii="TimesNewRomanPSMT" w:hAnsi="TimesNewRomanPSMT" w:cs="TimesNewRomanPSMT"/>
          <w:lang w:bidi="he-IL"/>
        </w:rPr>
        <w:tab/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A42EA5">
      <w:pPr>
        <w:tabs>
          <w:tab w:val="left" w:pos="2410"/>
        </w:tabs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wohnhaft in</w:t>
      </w:r>
      <w:r w:rsidR="00CD4C0A">
        <w:rPr>
          <w:rFonts w:ascii="TimesNewRomanPSMT" w:hAnsi="TimesNewRomanPSMT" w:cs="TimesNewRomanPSMT"/>
          <w:lang w:bidi="he-IL"/>
        </w:rPr>
        <w:t>:</w:t>
      </w:r>
      <w:r w:rsidR="00A42EA5">
        <w:rPr>
          <w:rFonts w:ascii="TimesNewRomanPSMT" w:hAnsi="TimesNewRomanPSMT" w:cs="TimesNewRomanPSMT"/>
          <w:lang w:bidi="he-IL"/>
        </w:rPr>
        <w:tab/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>ist für den BSV Ostb</w:t>
      </w:r>
      <w:r w:rsidR="00011EE9">
        <w:rPr>
          <w:rFonts w:ascii="TimesNewRomanPSMT" w:hAnsi="TimesNewRomanPSMT" w:cs="TimesNewRomanPSMT"/>
          <w:lang w:bidi="he-IL"/>
        </w:rPr>
        <w:t>evern 1923 e. V., Hauptstraße 94a</w:t>
      </w:r>
      <w:r>
        <w:rPr>
          <w:rFonts w:ascii="TimesNewRomanPSMT" w:hAnsi="TimesNewRomanPSMT" w:cs="TimesNewRomanPSMT"/>
          <w:lang w:bidi="he-IL"/>
        </w:rPr>
        <w:t xml:space="preserve">, 48346 </w:t>
      </w:r>
      <w:proofErr w:type="spellStart"/>
      <w:r>
        <w:rPr>
          <w:rFonts w:ascii="TimesNewRomanPSMT" w:hAnsi="TimesNewRomanPSMT" w:cs="TimesNewRomanPSMT"/>
          <w:lang w:bidi="he-IL"/>
        </w:rPr>
        <w:t>Ostbevern</w:t>
      </w:r>
      <w:proofErr w:type="spellEnd"/>
      <w:r>
        <w:rPr>
          <w:rFonts w:ascii="TimesNewRomanPSMT" w:hAnsi="TimesNewRomanPSMT" w:cs="TimesNewRomanPSMT"/>
          <w:lang w:bidi="he-IL"/>
        </w:rPr>
        <w:t xml:space="preserve"> ehrenamtlich tätig.</w:t>
      </w:r>
    </w:p>
    <w:p w:rsidR="0009522F" w:rsidRDefault="0009522F" w:rsidP="0009522F">
      <w:p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</w:p>
    <w:p w:rsidR="0009522F" w:rsidRDefault="0009522F" w:rsidP="0009522F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 w:rsidRPr="0009522F">
        <w:rPr>
          <w:rFonts w:ascii="TimesNewRomanPSMT" w:hAnsi="TimesNewRomanPSMT" w:cs="TimesNewRomanPSMT"/>
          <w:lang w:bidi="he-IL"/>
        </w:rPr>
        <w:t>Für diese Tätigkeit benötigt die o.g. Person ein erweitertes Führungszeugnis</w:t>
      </w:r>
      <w:r>
        <w:rPr>
          <w:rFonts w:ascii="TimesNewRomanPSMT" w:hAnsi="TimesNewRomanPSMT" w:cs="TimesNewRomanPSMT"/>
          <w:lang w:bidi="he-IL"/>
        </w:rPr>
        <w:t xml:space="preserve"> </w:t>
      </w:r>
      <w:r w:rsidRPr="0009522F">
        <w:rPr>
          <w:rFonts w:ascii="TimesNewRomanPSMT" w:hAnsi="TimesNewRomanPSMT" w:cs="TimesNewRomanPSMT"/>
          <w:lang w:bidi="he-IL"/>
        </w:rPr>
        <w:t xml:space="preserve">gem. </w:t>
      </w:r>
      <w:r w:rsidR="00413C1D">
        <w:rPr>
          <w:rFonts w:ascii="TimesNewRomanPSMT" w:hAnsi="TimesNewRomanPSMT" w:cs="TimesNewRomanPSMT"/>
          <w:lang w:bidi="he-IL"/>
        </w:rPr>
        <w:t>§§ 30 Abs. 5, 30 a Abs. 1</w:t>
      </w:r>
      <w:r w:rsidRPr="00A42EA5">
        <w:rPr>
          <w:rFonts w:ascii="TimesNewRomanPSMT" w:hAnsi="TimesNewRomanPSMT" w:cs="TimesNewRomanPSMT"/>
          <w:lang w:bidi="he-IL"/>
        </w:rPr>
        <w:t xml:space="preserve"> BZRG. </w:t>
      </w:r>
      <w:r w:rsidRPr="0009522F">
        <w:rPr>
          <w:rFonts w:ascii="TimesNewRomanPSMT" w:hAnsi="TimesNewRomanPSMT" w:cs="TimesNewRomanPSMT"/>
          <w:lang w:bidi="he-IL"/>
        </w:rPr>
        <w:t>Es wird deshalb um Ausstellung eben dieses gebeten.</w:t>
      </w:r>
    </w:p>
    <w:p w:rsidR="001F04A3" w:rsidRDefault="0009522F" w:rsidP="001F04A3">
      <w:pPr>
        <w:pStyle w:val="Listenabsatz"/>
        <w:numPr>
          <w:ilvl w:val="0"/>
          <w:numId w:val="3"/>
        </w:numPr>
        <w:autoSpaceDE w:val="0"/>
        <w:autoSpaceDN w:val="0"/>
        <w:adjustRightInd w:val="0"/>
        <w:rPr>
          <w:rFonts w:ascii="TimesNewRomanPSMT" w:hAnsi="TimesNewRomanPSMT" w:cs="TimesNewRomanPSMT"/>
          <w:lang w:bidi="he-IL"/>
        </w:rPr>
      </w:pPr>
      <w:r w:rsidRPr="0009522F">
        <w:rPr>
          <w:rFonts w:ascii="TimesNewRomanPSMT" w:hAnsi="TimesNewRomanPSMT" w:cs="TimesNewRomanPSMT"/>
          <w:lang w:bidi="he-IL"/>
        </w:rPr>
        <w:t xml:space="preserve">Aufgrund der ehrenamtlichen Mitarbeit wird hiermit gleichzeitig entsprechend dem Merkblatt zur Befreiung von der Gebühr für das Führungszeugnis gemäß § 12 JVKostO (Stand: </w:t>
      </w:r>
      <w:r w:rsidR="00393996">
        <w:rPr>
          <w:rFonts w:ascii="TimesNewRomanPSMT" w:hAnsi="TimesNewRomanPSMT" w:cs="TimesNewRomanPSMT"/>
          <w:lang w:bidi="he-IL"/>
        </w:rPr>
        <w:t>6</w:t>
      </w:r>
      <w:r w:rsidRPr="0009522F">
        <w:rPr>
          <w:rFonts w:ascii="TimesNewRomanPSMT" w:hAnsi="TimesNewRomanPSMT" w:cs="TimesNewRomanPSMT"/>
          <w:lang w:bidi="he-IL"/>
        </w:rPr>
        <w:t>. Juni 201</w:t>
      </w:r>
      <w:r w:rsidR="00393996">
        <w:rPr>
          <w:rFonts w:ascii="TimesNewRomanPSMT" w:hAnsi="TimesNewRomanPSMT" w:cs="TimesNewRomanPSMT"/>
          <w:lang w:bidi="he-IL"/>
        </w:rPr>
        <w:t>2</w:t>
      </w:r>
      <w:r w:rsidRPr="0009522F">
        <w:rPr>
          <w:rFonts w:ascii="TimesNewRomanPSMT" w:hAnsi="TimesNewRomanPSMT" w:cs="TimesNewRomanPSMT"/>
          <w:lang w:bidi="he-IL"/>
        </w:rPr>
        <w:t xml:space="preserve">) </w:t>
      </w:r>
      <w:r w:rsidR="001F04A3">
        <w:rPr>
          <w:szCs w:val="31"/>
        </w:rPr>
        <w:t xml:space="preserve">sowie vom </w:t>
      </w:r>
      <w:r w:rsidR="001F04A3">
        <w:t>Bundesamt für Justiz, das Merkblatt</w:t>
      </w:r>
      <w:r w:rsidR="001F04A3">
        <w:rPr>
          <w:sz w:val="20"/>
        </w:rPr>
        <w:br/>
      </w:r>
      <w:r w:rsidR="001F04A3">
        <w:rPr>
          <w:szCs w:val="31"/>
        </w:rPr>
        <w:t>zur Erhebung von Gebühren für das Führungszeugnis (Stand: 31 August 2018),</w:t>
      </w:r>
    </w:p>
    <w:p w:rsidR="0009522F" w:rsidRPr="001F04A3" w:rsidRDefault="001F04A3" w:rsidP="001F04A3">
      <w:pPr>
        <w:autoSpaceDE w:val="0"/>
        <w:autoSpaceDN w:val="0"/>
        <w:adjustRightInd w:val="0"/>
        <w:ind w:left="360"/>
        <w:rPr>
          <w:rFonts w:ascii="TimesNewRomanPSMT" w:hAnsi="TimesNewRomanPSMT" w:cs="TimesNewRomanPSMT"/>
          <w:lang w:bidi="he-IL"/>
        </w:rPr>
      </w:pPr>
      <w:r>
        <w:rPr>
          <w:rFonts w:ascii="TimesNewRomanPSMT" w:hAnsi="TimesNewRomanPSMT" w:cs="TimesNewRomanPSMT"/>
          <w:lang w:bidi="he-IL"/>
        </w:rPr>
        <w:t xml:space="preserve">      </w:t>
      </w:r>
      <w:r w:rsidR="0009522F" w:rsidRPr="001F04A3">
        <w:rPr>
          <w:rFonts w:ascii="TimesNewRomanPSMT" w:hAnsi="TimesNewRomanPSMT" w:cs="TimesNewRomanPSMT"/>
          <w:lang w:bidi="he-IL"/>
        </w:rPr>
        <w:t>die Gebührenbefreiung beantragt.</w:t>
      </w:r>
    </w:p>
    <w:p w:rsidR="0009522F" w:rsidRDefault="0009522F" w:rsidP="0009522F">
      <w:pPr>
        <w:pStyle w:val="Listenabsatz"/>
        <w:autoSpaceDE w:val="0"/>
        <w:autoSpaceDN w:val="0"/>
        <w:adjustRightInd w:val="0"/>
      </w:pPr>
    </w:p>
    <w:p w:rsidR="00305B8C" w:rsidRDefault="00305B8C" w:rsidP="0009522F">
      <w:pPr>
        <w:pStyle w:val="Listenabsatz"/>
        <w:autoSpaceDE w:val="0"/>
        <w:autoSpaceDN w:val="0"/>
        <w:adjustRightInd w:val="0"/>
      </w:pPr>
    </w:p>
    <w:p w:rsidR="00305B8C" w:rsidRDefault="00305B8C" w:rsidP="00305B8C">
      <w:pPr>
        <w:pStyle w:val="Listenabsatz"/>
        <w:autoSpaceDE w:val="0"/>
        <w:autoSpaceDN w:val="0"/>
        <w:adjustRightInd w:val="0"/>
        <w:ind w:left="0"/>
      </w:pPr>
    </w:p>
    <w:p w:rsidR="00305B8C" w:rsidRPr="0009522F" w:rsidRDefault="00305B8C" w:rsidP="00305B8C">
      <w:pPr>
        <w:pStyle w:val="Listenabsatz"/>
        <w:autoSpaceDE w:val="0"/>
        <w:autoSpaceDN w:val="0"/>
        <w:adjustRightInd w:val="0"/>
        <w:ind w:left="0"/>
      </w:pPr>
    </w:p>
    <w:p w:rsidR="00305B8C" w:rsidRDefault="00305B8C">
      <w:pPr>
        <w:pStyle w:val="Listenabsatz"/>
        <w:autoSpaceDE w:val="0"/>
        <w:autoSpaceDN w:val="0"/>
        <w:adjustRightInd w:val="0"/>
        <w:ind w:left="0"/>
      </w:pPr>
    </w:p>
    <w:p w:rsidR="00305B8C" w:rsidRDefault="00305B8C">
      <w:pPr>
        <w:pStyle w:val="Listenabsatz"/>
        <w:autoSpaceDE w:val="0"/>
        <w:autoSpaceDN w:val="0"/>
        <w:adjustRightInd w:val="0"/>
        <w:ind w:left="0"/>
      </w:pPr>
    </w:p>
    <w:p w:rsidR="00305B8C" w:rsidRPr="00053672" w:rsidRDefault="00053672" w:rsidP="00305B8C">
      <w:pPr>
        <w:pStyle w:val="Listenabsatz"/>
        <w:tabs>
          <w:tab w:val="left" w:pos="2835"/>
        </w:tabs>
        <w:autoSpaceDE w:val="0"/>
        <w:autoSpaceDN w:val="0"/>
        <w:adjustRightInd w:val="0"/>
        <w:ind w:left="0"/>
      </w:pPr>
      <w:r>
        <w:t>___________________________</w:t>
      </w:r>
      <w:r w:rsidR="002E2B2B">
        <w:t>_______</w:t>
      </w:r>
      <w:r>
        <w:t>_</w:t>
      </w:r>
    </w:p>
    <w:p w:rsidR="00305B8C" w:rsidRDefault="00D2134E">
      <w:pPr>
        <w:pStyle w:val="Listenabsatz"/>
        <w:autoSpaceDE w:val="0"/>
        <w:autoSpaceDN w:val="0"/>
        <w:adjustRightInd w:val="0"/>
        <w:ind w:left="0"/>
      </w:pPr>
      <w:r>
        <w:t xml:space="preserve">Datum, </w:t>
      </w:r>
      <w:r w:rsidR="00305B8C">
        <w:t>Unterschrift</w:t>
      </w:r>
    </w:p>
    <w:p w:rsidR="005772DD" w:rsidRDefault="005772DD">
      <w:pPr>
        <w:pStyle w:val="Listenabsatz"/>
        <w:autoSpaceDE w:val="0"/>
        <w:autoSpaceDN w:val="0"/>
        <w:adjustRightInd w:val="0"/>
        <w:ind w:left="0"/>
      </w:pPr>
    </w:p>
    <w:p w:rsidR="005772DD" w:rsidRDefault="005772DD">
      <w:pPr>
        <w:pStyle w:val="Listenabsatz"/>
        <w:autoSpaceDE w:val="0"/>
        <w:autoSpaceDN w:val="0"/>
        <w:adjustRightInd w:val="0"/>
        <w:ind w:left="0"/>
      </w:pPr>
    </w:p>
    <w:p w:rsidR="00053672" w:rsidRDefault="00053672">
      <w:pPr>
        <w:pStyle w:val="Listenabsatz"/>
        <w:autoSpaceDE w:val="0"/>
        <w:autoSpaceDN w:val="0"/>
        <w:adjustRightInd w:val="0"/>
        <w:ind w:left="0"/>
      </w:pPr>
    </w:p>
    <w:p w:rsidR="00053672" w:rsidRDefault="00053672">
      <w:pPr>
        <w:pStyle w:val="Listenabsatz"/>
        <w:autoSpaceDE w:val="0"/>
        <w:autoSpaceDN w:val="0"/>
        <w:adjustRightInd w:val="0"/>
        <w:ind w:left="0"/>
      </w:pPr>
    </w:p>
    <w:sectPr w:rsidR="00053672" w:rsidSect="00BA45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DA6" w:rsidRDefault="00A92DA6">
      <w:r>
        <w:separator/>
      </w:r>
    </w:p>
  </w:endnote>
  <w:endnote w:type="continuationSeparator" w:id="0">
    <w:p w:rsidR="00A92DA6" w:rsidRDefault="00A92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04" w:rsidRDefault="00EA3904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904" w:rsidRDefault="00EA3904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Pr="00310FA9" w:rsidRDefault="0076318C" w:rsidP="00BA4593">
    <w:pPr>
      <w:pStyle w:val="Fuzeile"/>
      <w:tabs>
        <w:tab w:val="clear" w:pos="9072"/>
        <w:tab w:val="right" w:pos="10065"/>
      </w:tabs>
      <w:ind w:right="-993"/>
      <w:rPr>
        <w:sz w:val="16"/>
        <w:szCs w:val="16"/>
        <w:u w:val="single"/>
      </w:rPr>
    </w:pPr>
  </w:p>
  <w:p w:rsidR="0076318C" w:rsidRDefault="0076318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DA6" w:rsidRDefault="00A92DA6">
      <w:r>
        <w:separator/>
      </w:r>
    </w:p>
  </w:footnote>
  <w:footnote w:type="continuationSeparator" w:id="0">
    <w:p w:rsidR="00A92DA6" w:rsidRDefault="00A92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B50" w:rsidRDefault="00D74CE4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3315" type="#_x0000_t136" style="position:absolute;margin-left:0;margin-top:0;width:497.4pt;height:142.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Default="00CD4C0A" w:rsidP="00CD4C0A">
    <w:pPr>
      <w:pStyle w:val="Kopfzeile"/>
      <w:tabs>
        <w:tab w:val="clear" w:pos="4536"/>
        <w:tab w:val="clear" w:pos="9072"/>
        <w:tab w:val="left" w:pos="2786"/>
      </w:tabs>
      <w:rPr>
        <w:noProof/>
      </w:rPr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-155575</wp:posOffset>
          </wp:positionH>
          <wp:positionV relativeFrom="paragraph">
            <wp:posOffset>126365</wp:posOffset>
          </wp:positionV>
          <wp:extent cx="5983605" cy="1410970"/>
          <wp:effectExtent l="19050" t="0" r="0" b="0"/>
          <wp:wrapTight wrapText="bothSides">
            <wp:wrapPolygon edited="0">
              <wp:start x="-69" y="0"/>
              <wp:lineTo x="-69" y="21289"/>
              <wp:lineTo x="21593" y="21289"/>
              <wp:lineTo x="21593" y="0"/>
              <wp:lineTo x="-69" y="0"/>
            </wp:wrapPolygon>
          </wp:wrapTight>
          <wp:docPr id="1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3605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74CE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3316" type="#_x0000_t136" style="position:absolute;margin-left:0;margin-top:0;width:497.4pt;height:142.1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18C" w:rsidRDefault="0076318C" w:rsidP="00B730D1">
    <w:pPr>
      <w:pStyle w:val="Kopfzeile"/>
      <w:ind w:left="3960" w:firstLine="3828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145415</wp:posOffset>
          </wp:positionV>
          <wp:extent cx="5971540" cy="1416050"/>
          <wp:effectExtent l="0" t="0" r="0" b="0"/>
          <wp:wrapTight wrapText="bothSides">
            <wp:wrapPolygon edited="0">
              <wp:start x="0" y="0"/>
              <wp:lineTo x="0" y="21213"/>
              <wp:lineTo x="21499" y="21213"/>
              <wp:lineTo x="21499" y="0"/>
              <wp:lineTo x="0" y="0"/>
            </wp:wrapPolygon>
          </wp:wrapTight>
          <wp:docPr id="9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141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573D5"/>
    <w:multiLevelType w:val="hybridMultilevel"/>
    <w:tmpl w:val="06F8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D17EB"/>
    <w:multiLevelType w:val="hybridMultilevel"/>
    <w:tmpl w:val="46F6CECC"/>
    <w:lvl w:ilvl="0" w:tplc="C56682F4">
      <w:numFmt w:val="bullet"/>
      <w:lvlText w:val="•"/>
      <w:lvlJc w:val="left"/>
      <w:pPr>
        <w:ind w:left="720" w:hanging="360"/>
      </w:pPr>
      <w:rPr>
        <w:rFonts w:ascii="OpenSymbol" w:eastAsia="Times New Roman" w:hAnsi="OpenSymbol" w:cs="Open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2662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55464"/>
    <w:rsid w:val="000030E8"/>
    <w:rsid w:val="00011EE9"/>
    <w:rsid w:val="000125AE"/>
    <w:rsid w:val="000141F2"/>
    <w:rsid w:val="00014863"/>
    <w:rsid w:val="00016858"/>
    <w:rsid w:val="00022912"/>
    <w:rsid w:val="00025B92"/>
    <w:rsid w:val="000437EF"/>
    <w:rsid w:val="000444CA"/>
    <w:rsid w:val="00052E57"/>
    <w:rsid w:val="00053672"/>
    <w:rsid w:val="0009522F"/>
    <w:rsid w:val="000A1E7F"/>
    <w:rsid w:val="000C5F40"/>
    <w:rsid w:val="000C7849"/>
    <w:rsid w:val="000D5557"/>
    <w:rsid w:val="000D5CE9"/>
    <w:rsid w:val="000F1F48"/>
    <w:rsid w:val="000F23F9"/>
    <w:rsid w:val="000F35E1"/>
    <w:rsid w:val="000F5244"/>
    <w:rsid w:val="000F57F8"/>
    <w:rsid w:val="000F636E"/>
    <w:rsid w:val="000F751C"/>
    <w:rsid w:val="001012FE"/>
    <w:rsid w:val="00110608"/>
    <w:rsid w:val="00112E56"/>
    <w:rsid w:val="00125111"/>
    <w:rsid w:val="00150D51"/>
    <w:rsid w:val="001570FE"/>
    <w:rsid w:val="001613E4"/>
    <w:rsid w:val="00163774"/>
    <w:rsid w:val="00164B26"/>
    <w:rsid w:val="00171B3B"/>
    <w:rsid w:val="001740BC"/>
    <w:rsid w:val="00184F72"/>
    <w:rsid w:val="001878D3"/>
    <w:rsid w:val="001A27CE"/>
    <w:rsid w:val="001A3A68"/>
    <w:rsid w:val="001A3D31"/>
    <w:rsid w:val="001A4294"/>
    <w:rsid w:val="001A6359"/>
    <w:rsid w:val="001B539A"/>
    <w:rsid w:val="001B647E"/>
    <w:rsid w:val="001D149E"/>
    <w:rsid w:val="001D25D6"/>
    <w:rsid w:val="001D7E2A"/>
    <w:rsid w:val="001E4589"/>
    <w:rsid w:val="001F04A3"/>
    <w:rsid w:val="00202A74"/>
    <w:rsid w:val="00202FDA"/>
    <w:rsid w:val="00204587"/>
    <w:rsid w:val="00222345"/>
    <w:rsid w:val="00243E77"/>
    <w:rsid w:val="002447D5"/>
    <w:rsid w:val="00270E96"/>
    <w:rsid w:val="00280131"/>
    <w:rsid w:val="00281A84"/>
    <w:rsid w:val="00295C63"/>
    <w:rsid w:val="00296E79"/>
    <w:rsid w:val="002B1456"/>
    <w:rsid w:val="002C2EBF"/>
    <w:rsid w:val="002C52A2"/>
    <w:rsid w:val="002C6012"/>
    <w:rsid w:val="002E0B10"/>
    <w:rsid w:val="002E2B2B"/>
    <w:rsid w:val="002E7C48"/>
    <w:rsid w:val="002F1B1D"/>
    <w:rsid w:val="00305B8C"/>
    <w:rsid w:val="00310FA9"/>
    <w:rsid w:val="00316F8A"/>
    <w:rsid w:val="0034162F"/>
    <w:rsid w:val="00341C16"/>
    <w:rsid w:val="00345EC8"/>
    <w:rsid w:val="00353AD1"/>
    <w:rsid w:val="00356EDD"/>
    <w:rsid w:val="00356F9B"/>
    <w:rsid w:val="00371C6A"/>
    <w:rsid w:val="00372DF4"/>
    <w:rsid w:val="00382B57"/>
    <w:rsid w:val="00393996"/>
    <w:rsid w:val="003B24FE"/>
    <w:rsid w:val="003E12CE"/>
    <w:rsid w:val="00405F1B"/>
    <w:rsid w:val="00406985"/>
    <w:rsid w:val="00413C1D"/>
    <w:rsid w:val="00417F63"/>
    <w:rsid w:val="004326C2"/>
    <w:rsid w:val="004A137F"/>
    <w:rsid w:val="004B2F90"/>
    <w:rsid w:val="004C7A38"/>
    <w:rsid w:val="004E23F9"/>
    <w:rsid w:val="004F0257"/>
    <w:rsid w:val="004F153B"/>
    <w:rsid w:val="0050264F"/>
    <w:rsid w:val="00507BF4"/>
    <w:rsid w:val="00527FC1"/>
    <w:rsid w:val="00531547"/>
    <w:rsid w:val="00540546"/>
    <w:rsid w:val="00544DC7"/>
    <w:rsid w:val="00561974"/>
    <w:rsid w:val="00566CDF"/>
    <w:rsid w:val="005772DD"/>
    <w:rsid w:val="00592A8F"/>
    <w:rsid w:val="00594B6E"/>
    <w:rsid w:val="00596394"/>
    <w:rsid w:val="00596F79"/>
    <w:rsid w:val="005A016A"/>
    <w:rsid w:val="005A12C8"/>
    <w:rsid w:val="005A2027"/>
    <w:rsid w:val="005A2A03"/>
    <w:rsid w:val="005A3D67"/>
    <w:rsid w:val="005B26C5"/>
    <w:rsid w:val="005C2E2A"/>
    <w:rsid w:val="005C3C40"/>
    <w:rsid w:val="005E2CB1"/>
    <w:rsid w:val="005F11BF"/>
    <w:rsid w:val="00603789"/>
    <w:rsid w:val="0061564E"/>
    <w:rsid w:val="0063205D"/>
    <w:rsid w:val="006473DF"/>
    <w:rsid w:val="00653219"/>
    <w:rsid w:val="00654C6A"/>
    <w:rsid w:val="00661260"/>
    <w:rsid w:val="00675960"/>
    <w:rsid w:val="00680F44"/>
    <w:rsid w:val="00684F27"/>
    <w:rsid w:val="00695455"/>
    <w:rsid w:val="00695ED0"/>
    <w:rsid w:val="00697CC4"/>
    <w:rsid w:val="006A0E11"/>
    <w:rsid w:val="006B7608"/>
    <w:rsid w:val="006C737F"/>
    <w:rsid w:val="006C7A7E"/>
    <w:rsid w:val="006E5BCC"/>
    <w:rsid w:val="006E6508"/>
    <w:rsid w:val="006F5220"/>
    <w:rsid w:val="0070317B"/>
    <w:rsid w:val="00711FCD"/>
    <w:rsid w:val="00712379"/>
    <w:rsid w:val="00721757"/>
    <w:rsid w:val="00721E44"/>
    <w:rsid w:val="007231F3"/>
    <w:rsid w:val="007259C2"/>
    <w:rsid w:val="007409F6"/>
    <w:rsid w:val="00743BAB"/>
    <w:rsid w:val="0076318C"/>
    <w:rsid w:val="0076322F"/>
    <w:rsid w:val="0077675E"/>
    <w:rsid w:val="00776E22"/>
    <w:rsid w:val="00785CDF"/>
    <w:rsid w:val="0079088F"/>
    <w:rsid w:val="0079462B"/>
    <w:rsid w:val="007A3466"/>
    <w:rsid w:val="007A75C6"/>
    <w:rsid w:val="007B5986"/>
    <w:rsid w:val="007C590B"/>
    <w:rsid w:val="007D727E"/>
    <w:rsid w:val="007E065B"/>
    <w:rsid w:val="007F483C"/>
    <w:rsid w:val="007F4A18"/>
    <w:rsid w:val="00822E15"/>
    <w:rsid w:val="00825626"/>
    <w:rsid w:val="00834DE4"/>
    <w:rsid w:val="00835ADE"/>
    <w:rsid w:val="008404B3"/>
    <w:rsid w:val="00843558"/>
    <w:rsid w:val="00854A5C"/>
    <w:rsid w:val="00862808"/>
    <w:rsid w:val="00864199"/>
    <w:rsid w:val="00875E97"/>
    <w:rsid w:val="008908C2"/>
    <w:rsid w:val="008B0834"/>
    <w:rsid w:val="008B1E22"/>
    <w:rsid w:val="008B5161"/>
    <w:rsid w:val="008D20BC"/>
    <w:rsid w:val="008D607E"/>
    <w:rsid w:val="008E0D02"/>
    <w:rsid w:val="008E7054"/>
    <w:rsid w:val="0091462A"/>
    <w:rsid w:val="00924991"/>
    <w:rsid w:val="009259CF"/>
    <w:rsid w:val="00932129"/>
    <w:rsid w:val="009505A8"/>
    <w:rsid w:val="00955464"/>
    <w:rsid w:val="0095676A"/>
    <w:rsid w:val="00960192"/>
    <w:rsid w:val="00960D6E"/>
    <w:rsid w:val="009673AB"/>
    <w:rsid w:val="009A3416"/>
    <w:rsid w:val="009A3F05"/>
    <w:rsid w:val="009E1153"/>
    <w:rsid w:val="009E4833"/>
    <w:rsid w:val="009F354E"/>
    <w:rsid w:val="00A03537"/>
    <w:rsid w:val="00A11A0C"/>
    <w:rsid w:val="00A42EA5"/>
    <w:rsid w:val="00A43E2D"/>
    <w:rsid w:val="00A5044A"/>
    <w:rsid w:val="00A5799B"/>
    <w:rsid w:val="00A71EEB"/>
    <w:rsid w:val="00A869F5"/>
    <w:rsid w:val="00A916B3"/>
    <w:rsid w:val="00A92DA6"/>
    <w:rsid w:val="00AA7E1D"/>
    <w:rsid w:val="00AC62C7"/>
    <w:rsid w:val="00AD5997"/>
    <w:rsid w:val="00AD73BF"/>
    <w:rsid w:val="00AE16D5"/>
    <w:rsid w:val="00AF0B60"/>
    <w:rsid w:val="00AF6B4A"/>
    <w:rsid w:val="00B0254E"/>
    <w:rsid w:val="00B02B5E"/>
    <w:rsid w:val="00B10393"/>
    <w:rsid w:val="00B10CE4"/>
    <w:rsid w:val="00B17855"/>
    <w:rsid w:val="00B22E82"/>
    <w:rsid w:val="00B366F9"/>
    <w:rsid w:val="00B415EA"/>
    <w:rsid w:val="00B46E5C"/>
    <w:rsid w:val="00B500AD"/>
    <w:rsid w:val="00B53217"/>
    <w:rsid w:val="00B56FAB"/>
    <w:rsid w:val="00B570EB"/>
    <w:rsid w:val="00B64501"/>
    <w:rsid w:val="00B730D1"/>
    <w:rsid w:val="00B73577"/>
    <w:rsid w:val="00B77C09"/>
    <w:rsid w:val="00B86D62"/>
    <w:rsid w:val="00B91D18"/>
    <w:rsid w:val="00BA01A0"/>
    <w:rsid w:val="00BA4593"/>
    <w:rsid w:val="00BB41E8"/>
    <w:rsid w:val="00BC3F63"/>
    <w:rsid w:val="00BD3A7F"/>
    <w:rsid w:val="00BE07F0"/>
    <w:rsid w:val="00C01D63"/>
    <w:rsid w:val="00C02C93"/>
    <w:rsid w:val="00C040F1"/>
    <w:rsid w:val="00C07E9B"/>
    <w:rsid w:val="00C10EE6"/>
    <w:rsid w:val="00C15A8A"/>
    <w:rsid w:val="00C2531C"/>
    <w:rsid w:val="00C3254C"/>
    <w:rsid w:val="00C350F4"/>
    <w:rsid w:val="00C37BBC"/>
    <w:rsid w:val="00C4181B"/>
    <w:rsid w:val="00C46D10"/>
    <w:rsid w:val="00C475DD"/>
    <w:rsid w:val="00C54A7E"/>
    <w:rsid w:val="00C560ED"/>
    <w:rsid w:val="00C777FB"/>
    <w:rsid w:val="00C85BD1"/>
    <w:rsid w:val="00CB1ED0"/>
    <w:rsid w:val="00CD4C0A"/>
    <w:rsid w:val="00CF4D15"/>
    <w:rsid w:val="00D07136"/>
    <w:rsid w:val="00D15DEE"/>
    <w:rsid w:val="00D2134E"/>
    <w:rsid w:val="00D21C0D"/>
    <w:rsid w:val="00D258F0"/>
    <w:rsid w:val="00D26DE2"/>
    <w:rsid w:val="00D3416B"/>
    <w:rsid w:val="00D444F4"/>
    <w:rsid w:val="00D55A1C"/>
    <w:rsid w:val="00D67528"/>
    <w:rsid w:val="00D7398F"/>
    <w:rsid w:val="00D74CE4"/>
    <w:rsid w:val="00D808F1"/>
    <w:rsid w:val="00DA0985"/>
    <w:rsid w:val="00DC607A"/>
    <w:rsid w:val="00DD6B56"/>
    <w:rsid w:val="00DD7B50"/>
    <w:rsid w:val="00DE2018"/>
    <w:rsid w:val="00DF0ADA"/>
    <w:rsid w:val="00E0765F"/>
    <w:rsid w:val="00E205E0"/>
    <w:rsid w:val="00E2466C"/>
    <w:rsid w:val="00E278D1"/>
    <w:rsid w:val="00E36795"/>
    <w:rsid w:val="00E662F4"/>
    <w:rsid w:val="00E66D28"/>
    <w:rsid w:val="00E66FA8"/>
    <w:rsid w:val="00E70D8B"/>
    <w:rsid w:val="00E721FE"/>
    <w:rsid w:val="00E92E51"/>
    <w:rsid w:val="00E94EE3"/>
    <w:rsid w:val="00EA3867"/>
    <w:rsid w:val="00EA3904"/>
    <w:rsid w:val="00EA7769"/>
    <w:rsid w:val="00EB7EAC"/>
    <w:rsid w:val="00EC1F90"/>
    <w:rsid w:val="00ED1271"/>
    <w:rsid w:val="00EE3E9A"/>
    <w:rsid w:val="00EE4B52"/>
    <w:rsid w:val="00EE7E08"/>
    <w:rsid w:val="00F048EF"/>
    <w:rsid w:val="00F0534B"/>
    <w:rsid w:val="00F11F9C"/>
    <w:rsid w:val="00F3695D"/>
    <w:rsid w:val="00F6764E"/>
    <w:rsid w:val="00F740FB"/>
    <w:rsid w:val="00F92AF1"/>
    <w:rsid w:val="00FC3C1C"/>
    <w:rsid w:val="00FD2FBB"/>
    <w:rsid w:val="00FD430F"/>
    <w:rsid w:val="00FE0729"/>
    <w:rsid w:val="00FF5C00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2B57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styleId="Listenabsatz">
    <w:name w:val="List Paragraph"/>
    <w:basedOn w:val="Standard"/>
    <w:uiPriority w:val="34"/>
    <w:qFormat/>
    <w:rsid w:val="000952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53154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E0B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E0B1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E3E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E3E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531547"/>
    <w:rPr>
      <w:rFonts w:ascii="Arial" w:hAnsi="Arial" w:cs="Arial"/>
      <w:b/>
      <w:bCs/>
      <w:sz w:val="26"/>
      <w:szCs w:val="26"/>
      <w:lang w:eastAsia="ar-SA"/>
    </w:rPr>
  </w:style>
  <w:style w:type="paragraph" w:styleId="Listenabsatz">
    <w:name w:val="List Paragraph"/>
    <w:basedOn w:val="Standard"/>
    <w:uiPriority w:val="34"/>
    <w:qFormat/>
    <w:rsid w:val="000952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0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88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7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033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1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73846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80300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39165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796418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691703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20450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3929030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692239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279592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973780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713256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392756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30762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18899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5996415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52327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5632721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853269">
                                                  <w:marLeft w:val="-2400"/>
                                                  <w:marRight w:val="-4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Vorlagen\BSV\BSV%20Kopfbog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F73CC-46C6-4329-B04B-D190F844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BSV Kopfbogen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</vt:lpstr>
    </vt:vector>
  </TitlesOfParts>
  <Company>BGV Münster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</dc:title>
  <dc:creator>Piochowiak, Karl</dc:creator>
  <cp:lastModifiedBy>Windows User</cp:lastModifiedBy>
  <cp:revision>3</cp:revision>
  <cp:lastPrinted>2021-10-24T11:01:00Z</cp:lastPrinted>
  <dcterms:created xsi:type="dcterms:W3CDTF">2021-10-24T11:02:00Z</dcterms:created>
  <dcterms:modified xsi:type="dcterms:W3CDTF">2021-11-01T08:12:00Z</dcterms:modified>
</cp:coreProperties>
</file>